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FA9F" w14:textId="18CCBDA6" w:rsidR="005103B9" w:rsidRPr="00647AF3" w:rsidRDefault="006676AE" w:rsidP="00647AF3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E81419">
        <w:rPr>
          <w:bCs/>
          <w:i w:val="0"/>
          <w:sz w:val="22"/>
          <w:szCs w:val="22"/>
        </w:rPr>
        <w:t>4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5DF17FC0" w14:textId="751021E1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92F32" w:rsidRPr="00992F32">
        <w:rPr>
          <w:rFonts w:ascii="Times New Roman" w:hAnsi="Times New Roman"/>
          <w:b/>
        </w:rPr>
        <w:t>IGK-PZ.271.1.</w:t>
      </w:r>
      <w:r w:rsidR="00333471">
        <w:rPr>
          <w:rFonts w:ascii="Times New Roman" w:hAnsi="Times New Roman"/>
          <w:b/>
        </w:rPr>
        <w:t>1</w:t>
      </w:r>
      <w:r w:rsidR="00DF3FDF">
        <w:rPr>
          <w:rFonts w:ascii="Times New Roman" w:hAnsi="Times New Roman"/>
          <w:b/>
        </w:rPr>
        <w:t>8</w:t>
      </w:r>
      <w:r w:rsidR="003B5C24">
        <w:rPr>
          <w:rFonts w:ascii="Times New Roman" w:hAnsi="Times New Roman"/>
          <w:b/>
        </w:rPr>
        <w:t>.2022</w:t>
      </w:r>
    </w:p>
    <w:p w14:paraId="14BEC85D" w14:textId="77777777" w:rsidR="00C4103F" w:rsidRPr="00E24546" w:rsidRDefault="006676AE" w:rsidP="00647AF3">
      <w:pPr>
        <w:spacing w:after="80" w:line="240" w:lineRule="auto"/>
        <w:ind w:left="4111" w:firstLine="1418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76194291" w14:textId="77777777" w:rsidR="006676AE" w:rsidRPr="00E24546" w:rsidRDefault="006676AE" w:rsidP="00647AF3">
      <w:pPr>
        <w:pStyle w:val="Tekstpodstawowy"/>
        <w:spacing w:after="0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Gmina Ostrów Wielkopolski</w:t>
      </w:r>
    </w:p>
    <w:p w14:paraId="421BAA04" w14:textId="74D19B82" w:rsidR="006676AE" w:rsidRPr="00E24546" w:rsidRDefault="006676AE" w:rsidP="00647AF3">
      <w:pPr>
        <w:pStyle w:val="Tekstpodstawowy"/>
        <w:spacing w:after="0" w:line="276" w:lineRule="auto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0079D">
        <w:rPr>
          <w:sz w:val="22"/>
          <w:szCs w:val="22"/>
        </w:rPr>
        <w:t xml:space="preserve">ul. </w:t>
      </w:r>
      <w:r w:rsidR="00992F32" w:rsidRPr="00992F32">
        <w:rPr>
          <w:sz w:val="22"/>
          <w:szCs w:val="22"/>
        </w:rPr>
        <w:t>Gimnazjalna</w:t>
      </w: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5</w:t>
      </w:r>
      <w:r w:rsidRPr="00E24546">
        <w:rPr>
          <w:sz w:val="22"/>
          <w:szCs w:val="22"/>
        </w:rPr>
        <w:t xml:space="preserve"> </w:t>
      </w:r>
    </w:p>
    <w:p w14:paraId="3A562050" w14:textId="77777777" w:rsidR="00F90CD1" w:rsidRDefault="006676AE" w:rsidP="00647AF3">
      <w:pPr>
        <w:pStyle w:val="Tekstpodstawowy"/>
        <w:spacing w:after="0" w:line="276" w:lineRule="auto"/>
        <w:ind w:left="4111" w:firstLine="1418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63-400</w:t>
      </w:r>
      <w:r w:rsidRPr="00E24546">
        <w:rPr>
          <w:sz w:val="22"/>
          <w:szCs w:val="22"/>
        </w:rPr>
        <w:t xml:space="preserve"> </w:t>
      </w:r>
      <w:r w:rsidR="00992F32" w:rsidRPr="00992F32">
        <w:rPr>
          <w:sz w:val="22"/>
          <w:szCs w:val="22"/>
        </w:rPr>
        <w:t>Ostrów Wielkopolski</w:t>
      </w:r>
    </w:p>
    <w:p w14:paraId="15227422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5CDF25F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28D8254B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071B6E9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6F31A3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3ED00152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4CCF8F17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51B13933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6EC3D2F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FF3FDE0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92F32" w:rsidRPr="00110593" w14:paraId="452FE30B" w14:textId="77777777" w:rsidTr="00C759D5">
        <w:tc>
          <w:tcPr>
            <w:tcW w:w="9212" w:type="dxa"/>
            <w:shd w:val="clear" w:color="auto" w:fill="D9D9D9"/>
          </w:tcPr>
          <w:p w14:paraId="4E5F775B" w14:textId="77777777" w:rsidR="00992F32" w:rsidRPr="00110593" w:rsidRDefault="00992F32" w:rsidP="00C759D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F72B700" w14:textId="1887AFB3" w:rsidR="00992F32" w:rsidRPr="00110593" w:rsidRDefault="00992F32" w:rsidP="00C759D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992F32">
              <w:rPr>
                <w:rFonts w:ascii="Times New Roman" w:hAnsi="Times New Roman"/>
              </w:rPr>
              <w:t xml:space="preserve">(Dz.U. </w:t>
            </w:r>
            <w:r w:rsidR="003C1254">
              <w:rPr>
                <w:rFonts w:ascii="Times New Roman" w:hAnsi="Times New Roman"/>
              </w:rPr>
              <w:t xml:space="preserve"> z 2021 roku, poz. 1129</w:t>
            </w:r>
            <w:r w:rsidRPr="00992F32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2EE345C8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FF8C7C5" w14:textId="77777777"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614C0A8" w14:textId="77777777" w:rsidR="00992F32" w:rsidRPr="00110593" w:rsidRDefault="00992F32" w:rsidP="00C759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20F6DBDB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F23555F" w14:textId="77777777" w:rsidR="00333471" w:rsidRDefault="00333471" w:rsidP="005434B3">
      <w:pPr>
        <w:spacing w:after="120" w:line="276" w:lineRule="auto"/>
        <w:jc w:val="both"/>
        <w:rPr>
          <w:rFonts w:ascii="Times New Roman" w:hAnsi="Times New Roman"/>
        </w:rPr>
      </w:pPr>
    </w:p>
    <w:p w14:paraId="395D2232" w14:textId="090DE07C"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333471">
        <w:rPr>
          <w:rFonts w:ascii="Times New Roman" w:hAnsi="Times New Roman"/>
          <w:b/>
        </w:rPr>
        <w:t>Gminę</w:t>
      </w:r>
      <w:r w:rsidR="00992F32" w:rsidRPr="00992F32">
        <w:rPr>
          <w:rFonts w:ascii="Times New Roman" w:hAnsi="Times New Roman"/>
          <w:b/>
        </w:rPr>
        <w:t xml:space="preserve"> Ostrów Wielkopolski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198EEA17" w14:textId="345558AD" w:rsidR="00333471" w:rsidRDefault="00DF3FDF" w:rsidP="00333471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  <w:r w:rsidRPr="00DF3FDF">
        <w:rPr>
          <w:rFonts w:ascii="Times New Roman" w:hAnsi="Times New Roman"/>
          <w:b/>
          <w:bCs/>
          <w:sz w:val="24"/>
        </w:rPr>
        <w:t xml:space="preserve">Dostawa sprzętu </w:t>
      </w:r>
      <w:r w:rsidR="00851792">
        <w:rPr>
          <w:rFonts w:ascii="Times New Roman" w:hAnsi="Times New Roman"/>
          <w:b/>
          <w:bCs/>
          <w:sz w:val="24"/>
        </w:rPr>
        <w:t xml:space="preserve">komputerowego </w:t>
      </w:r>
      <w:r w:rsidRPr="00DF3FDF">
        <w:rPr>
          <w:rFonts w:ascii="Times New Roman" w:hAnsi="Times New Roman"/>
          <w:b/>
          <w:bCs/>
          <w:sz w:val="24"/>
        </w:rPr>
        <w:t>w ramach projektu „Cyfrowa Gmina”</w:t>
      </w:r>
    </w:p>
    <w:p w14:paraId="17E57930" w14:textId="77777777" w:rsidR="00DF3FDF" w:rsidRPr="00333471" w:rsidRDefault="00DF3FDF" w:rsidP="00333471">
      <w:pPr>
        <w:spacing w:after="0" w:line="276" w:lineRule="auto"/>
        <w:jc w:val="both"/>
        <w:rPr>
          <w:rFonts w:ascii="Times New Roman" w:hAnsi="Times New Roman"/>
          <w:b/>
          <w:bCs/>
          <w:sz w:val="24"/>
        </w:rPr>
      </w:pPr>
    </w:p>
    <w:p w14:paraId="21671A47" w14:textId="436E7AEE" w:rsidR="00F90CD1" w:rsidRPr="00647AF3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0B67DE1A" w14:textId="4C2CF54E" w:rsidR="00C113BF" w:rsidRDefault="00A4564B" w:rsidP="005103B9">
      <w:pPr>
        <w:spacing w:before="12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C113BF"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="00C113BF"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73CB8960" w14:textId="3E1AFF5F" w:rsidR="00A4564B" w:rsidRPr="00023477" w:rsidRDefault="00A4564B" w:rsidP="005103B9">
      <w:pPr>
        <w:spacing w:before="120"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Oświadczam, że nie podlegam wykluczeniu z postępowania na podstawie art. 7 ust.1 ustawy z dnia 13 kwietnia 2022r. o szczególnych rozwiązaniach w zakresie przeciwdziałania wspieraniu agresji na Ukrainę oraz służących ochronie bezpieczeństwa narodowego </w:t>
      </w:r>
    </w:p>
    <w:p w14:paraId="2AC049CA" w14:textId="77777777" w:rsidR="00992F32" w:rsidRPr="00997D0F" w:rsidRDefault="00992F32" w:rsidP="00992F3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2DDB82A8" w14:textId="14667843" w:rsidR="002426FF" w:rsidRDefault="00A4564B" w:rsidP="00992F32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992F32" w:rsidRPr="00023477">
        <w:rPr>
          <w:rFonts w:ascii="Times New Roman" w:hAnsi="Times New Roman"/>
        </w:rPr>
        <w:t xml:space="preserve">Oświadczam, że nie podlegam wykluczeniu z postępowania na podstawie </w:t>
      </w:r>
      <w:r w:rsidR="00992F32" w:rsidRPr="00023477">
        <w:rPr>
          <w:rFonts w:ascii="Times New Roman" w:hAnsi="Times New Roman"/>
        </w:rPr>
        <w:br/>
        <w:t xml:space="preserve">art. </w:t>
      </w:r>
      <w:r w:rsidR="00992F32">
        <w:rPr>
          <w:rFonts w:ascii="Times New Roman" w:hAnsi="Times New Roman"/>
        </w:rPr>
        <w:t>109</w:t>
      </w:r>
      <w:r w:rsidR="00992F32" w:rsidRPr="00023477">
        <w:rPr>
          <w:rFonts w:ascii="Times New Roman" w:hAnsi="Times New Roman"/>
        </w:rPr>
        <w:t xml:space="preserve"> ust. </w:t>
      </w:r>
      <w:r w:rsidR="00992F32">
        <w:rPr>
          <w:rFonts w:ascii="Times New Roman" w:hAnsi="Times New Roman"/>
        </w:rPr>
        <w:t>1</w:t>
      </w:r>
      <w:r w:rsidR="00992F32" w:rsidRPr="00023477">
        <w:rPr>
          <w:rFonts w:ascii="Times New Roman" w:hAnsi="Times New Roman"/>
        </w:rPr>
        <w:t xml:space="preserve"> ustawy Pzp, w zakresie:</w:t>
      </w:r>
    </w:p>
    <w:p w14:paraId="509BD953" w14:textId="77777777" w:rsidR="00E0079D" w:rsidRPr="00E0079D" w:rsidRDefault="00E0079D" w:rsidP="00992F32">
      <w:pPr>
        <w:spacing w:after="0" w:line="240" w:lineRule="auto"/>
        <w:jc w:val="both"/>
        <w:rPr>
          <w:rFonts w:ascii="Times New Roman" w:hAnsi="Times New Roman"/>
          <w:b/>
          <w:lang w:val="x-none"/>
        </w:rPr>
      </w:pPr>
    </w:p>
    <w:p w14:paraId="27D4439D" w14:textId="77777777" w:rsidR="00992F32" w:rsidRPr="000247FF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51DF6AEC" w14:textId="01944FBE" w:rsidR="00710937" w:rsidRDefault="00992F32" w:rsidP="00647AF3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</w:t>
      </w:r>
      <w:r w:rsidRPr="005E24AA">
        <w:rPr>
          <w:rFonts w:ascii="Times New Roman" w:hAnsi="Times New Roman"/>
          <w:color w:val="auto"/>
          <w:sz w:val="22"/>
          <w:szCs w:val="22"/>
        </w:rPr>
        <w:lastRenderedPageBreak/>
        <w:t>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50DFDC88" w14:textId="77777777" w:rsidR="00E0079D" w:rsidRPr="00E0079D" w:rsidRDefault="00E0079D" w:rsidP="00E0079D"/>
    <w:p w14:paraId="0315C3B1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5011C9D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6B39F89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3FC15EB" w14:textId="4D7EAAED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="00647AF3">
        <w:rPr>
          <w:rFonts w:ascii="Arial" w:hAnsi="Arial" w:cs="Arial"/>
          <w:sz w:val="20"/>
          <w:szCs w:val="20"/>
        </w:rPr>
        <w:t xml:space="preserve">      </w:t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8E1DFB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7C4F64EF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CE02AA6" w14:textId="68D34416" w:rsidR="00023477" w:rsidRPr="00023477" w:rsidRDefault="00A4564B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</w:rPr>
        <w:t xml:space="preserve">4.  </w:t>
      </w:r>
      <w:r w:rsidR="00C113BF"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="00C113BF" w:rsidRPr="00023477">
        <w:rPr>
          <w:rFonts w:ascii="Arial" w:hAnsi="Arial" w:cs="Arial"/>
          <w:sz w:val="20"/>
          <w:szCs w:val="20"/>
        </w:rPr>
        <w:t xml:space="preserve"> 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="00C113BF"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="00C113BF" w:rsidRPr="00023477">
        <w:rPr>
          <w:rFonts w:ascii="Arial" w:hAnsi="Arial" w:cs="Arial"/>
          <w:sz w:val="20"/>
          <w:szCs w:val="20"/>
        </w:rPr>
        <w:t xml:space="preserve"> </w:t>
      </w:r>
      <w:r w:rsidR="00C113BF"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="00C113BF"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="00C113BF" w:rsidRPr="00023477">
        <w:rPr>
          <w:rFonts w:ascii="Times New Roman" w:hAnsi="Times New Roman"/>
        </w:rPr>
        <w:t xml:space="preserve"> ustawy Pzp podjąłem następujące środki naprawcze:</w:t>
      </w:r>
      <w:r w:rsidR="00C113BF"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="00C113BF"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="00C113BF"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0ED0E5A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F078FE8" w14:textId="77777777" w:rsidR="00023477" w:rsidRDefault="00023477" w:rsidP="00023477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53E51136" w14:textId="77777777" w:rsidR="00A4564B" w:rsidRPr="00F90CD1" w:rsidRDefault="00A4564B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028BFB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650139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90B8914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69137" w14:textId="77777777" w:rsidR="00C9729E" w:rsidRDefault="00C9729E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2D4DD9BA" w14:textId="52C885FF" w:rsidR="00D2702A" w:rsidRPr="00D2702A" w:rsidRDefault="00A4564B" w:rsidP="000857C0">
      <w:pPr>
        <w:spacing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4F23F7"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</w:t>
      </w:r>
      <w:r>
        <w:rPr>
          <w:rFonts w:ascii="Times New Roman" w:hAnsi="Times New Roman"/>
        </w:rPr>
        <w:t xml:space="preserve"> w SWZ</w:t>
      </w:r>
      <w:r w:rsidR="004541F9"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warunki udziału </w:t>
      </w:r>
      <w:r>
        <w:rPr>
          <w:rFonts w:ascii="Times New Roman" w:hAnsi="Times New Roman"/>
        </w:rPr>
        <w:br/>
      </w:r>
      <w:r w:rsidR="00C9729E">
        <w:rPr>
          <w:rFonts w:ascii="Times New Roman" w:hAnsi="Times New Roman"/>
        </w:rPr>
        <w:t>w postępowaniu.</w:t>
      </w:r>
    </w:p>
    <w:p w14:paraId="1EA679E2" w14:textId="77777777"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739E8740" w14:textId="77777777" w:rsidR="00C9729E" w:rsidRPr="00D2702A" w:rsidRDefault="00C9729E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23B78C47" w14:textId="77777777" w:rsidR="00025C8D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C012B3F" w14:textId="77777777" w:rsidR="00A4564B" w:rsidRPr="006676AE" w:rsidRDefault="00A4564B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38D342B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B172E2F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7353B5BC" w14:textId="71C95AF4" w:rsidR="00D23F3D" w:rsidRPr="00D2702A" w:rsidRDefault="00A4564B" w:rsidP="00D2702A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D23F3D"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="00D23F3D"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="00D23F3D" w:rsidRPr="00D2702A">
        <w:rPr>
          <w:rFonts w:ascii="Times New Roman" w:hAnsi="Times New Roman"/>
        </w:rPr>
        <w:t>amawiającego w błąd przy przedstawianiu informacji.</w:t>
      </w:r>
    </w:p>
    <w:p w14:paraId="6D6FE674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8E8E566" w14:textId="77777777" w:rsidR="00FE4E2B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4B3423E" w14:textId="77777777" w:rsidR="00A4564B" w:rsidRPr="006676AE" w:rsidRDefault="00A4564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9B5849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3ACB5E0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E3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284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1156" w14:textId="77777777" w:rsidR="00235E6F" w:rsidRDefault="00235E6F" w:rsidP="0038231F">
      <w:pPr>
        <w:spacing w:after="0" w:line="240" w:lineRule="auto"/>
      </w:pPr>
      <w:r>
        <w:separator/>
      </w:r>
    </w:p>
  </w:endnote>
  <w:endnote w:type="continuationSeparator" w:id="0">
    <w:p w14:paraId="2B1B5EDD" w14:textId="77777777" w:rsidR="00235E6F" w:rsidRDefault="00235E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9622" w14:textId="77777777" w:rsidR="00992F32" w:rsidRDefault="00992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AE8F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3347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3347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A2702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45458" w14:textId="77777777" w:rsidR="00992F32" w:rsidRDefault="00992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50B81" w14:textId="77777777" w:rsidR="00235E6F" w:rsidRDefault="00235E6F" w:rsidP="0038231F">
      <w:pPr>
        <w:spacing w:after="0" w:line="240" w:lineRule="auto"/>
      </w:pPr>
      <w:r>
        <w:separator/>
      </w:r>
    </w:p>
  </w:footnote>
  <w:footnote w:type="continuationSeparator" w:id="0">
    <w:p w14:paraId="29135DF2" w14:textId="77777777" w:rsidR="00235E6F" w:rsidRDefault="00235E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9D63" w14:textId="77777777" w:rsidR="00992F32" w:rsidRDefault="00992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1249" w14:textId="77777777" w:rsidR="00992F32" w:rsidRDefault="00992F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DD48" w14:textId="77777777" w:rsidR="00992F32" w:rsidRDefault="00992F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907486">
    <w:abstractNumId w:val="8"/>
  </w:num>
  <w:num w:numId="2" w16cid:durableId="1459302530">
    <w:abstractNumId w:val="0"/>
  </w:num>
  <w:num w:numId="3" w16cid:durableId="1535802181">
    <w:abstractNumId w:val="7"/>
  </w:num>
  <w:num w:numId="4" w16cid:durableId="1067800467">
    <w:abstractNumId w:val="10"/>
  </w:num>
  <w:num w:numId="5" w16cid:durableId="1907839736">
    <w:abstractNumId w:val="9"/>
  </w:num>
  <w:num w:numId="6" w16cid:durableId="1575552468">
    <w:abstractNumId w:val="6"/>
  </w:num>
  <w:num w:numId="7" w16cid:durableId="145436698">
    <w:abstractNumId w:val="1"/>
  </w:num>
  <w:num w:numId="8" w16cid:durableId="815494410">
    <w:abstractNumId w:val="4"/>
  </w:num>
  <w:num w:numId="9" w16cid:durableId="806505552">
    <w:abstractNumId w:val="2"/>
  </w:num>
  <w:num w:numId="10" w16cid:durableId="426269975">
    <w:abstractNumId w:val="5"/>
  </w:num>
  <w:num w:numId="11" w16cid:durableId="299042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3D4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203A40"/>
    <w:rsid w:val="002168A8"/>
    <w:rsid w:val="00232DF0"/>
    <w:rsid w:val="00235E6F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7411"/>
    <w:rsid w:val="00333209"/>
    <w:rsid w:val="00333471"/>
    <w:rsid w:val="00337073"/>
    <w:rsid w:val="00350CD9"/>
    <w:rsid w:val="00351F8A"/>
    <w:rsid w:val="00364235"/>
    <w:rsid w:val="0038231F"/>
    <w:rsid w:val="003B2070"/>
    <w:rsid w:val="003B214C"/>
    <w:rsid w:val="003B5C24"/>
    <w:rsid w:val="003B7238"/>
    <w:rsid w:val="003C1254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34311"/>
    <w:rsid w:val="00641874"/>
    <w:rsid w:val="00647AF3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C33AB"/>
    <w:rsid w:val="007D5B61"/>
    <w:rsid w:val="007E115A"/>
    <w:rsid w:val="007E2F69"/>
    <w:rsid w:val="00804F07"/>
    <w:rsid w:val="00825A09"/>
    <w:rsid w:val="00830AB1"/>
    <w:rsid w:val="00833FCD"/>
    <w:rsid w:val="00842991"/>
    <w:rsid w:val="00851792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F32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4564B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14B5"/>
    <w:rsid w:val="00C113BF"/>
    <w:rsid w:val="00C403D4"/>
    <w:rsid w:val="00C4103F"/>
    <w:rsid w:val="00C57DEB"/>
    <w:rsid w:val="00C737A7"/>
    <w:rsid w:val="00C81012"/>
    <w:rsid w:val="00C909B9"/>
    <w:rsid w:val="00C9729E"/>
    <w:rsid w:val="00CD085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620"/>
    <w:rsid w:val="00DD3E9D"/>
    <w:rsid w:val="00DF3FDF"/>
    <w:rsid w:val="00E0079D"/>
    <w:rsid w:val="00E022A1"/>
    <w:rsid w:val="00E20C66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419"/>
    <w:rsid w:val="00EB5F06"/>
    <w:rsid w:val="00EB7CDE"/>
    <w:rsid w:val="00EE1FBF"/>
    <w:rsid w:val="00EE40F5"/>
    <w:rsid w:val="00EF74CA"/>
    <w:rsid w:val="00F013BE"/>
    <w:rsid w:val="00F04280"/>
    <w:rsid w:val="00F365F2"/>
    <w:rsid w:val="00F43919"/>
    <w:rsid w:val="00F66810"/>
    <w:rsid w:val="00F8042D"/>
    <w:rsid w:val="00F8636A"/>
    <w:rsid w:val="00F90CD1"/>
    <w:rsid w:val="00FC0317"/>
    <w:rsid w:val="00FE3D9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3AA291"/>
  <w15:docId w15:val="{EB008431-F5F6-47EF-B05D-12F0754C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A6068-D7DF-4726-B564-FAE8F7FD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cp:lastModifiedBy>Marlena Kruszyk</cp:lastModifiedBy>
  <cp:revision>17</cp:revision>
  <cp:lastPrinted>2022-08-17T12:48:00Z</cp:lastPrinted>
  <dcterms:created xsi:type="dcterms:W3CDTF">2021-02-26T14:17:00Z</dcterms:created>
  <dcterms:modified xsi:type="dcterms:W3CDTF">2022-08-17T12:51:00Z</dcterms:modified>
</cp:coreProperties>
</file>